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7FB8DBA-6DE7-48B6-80C4-A4067A899B43}"/>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